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382" w:rsidRDefault="007718C3">
      <w:r>
        <w:rPr>
          <w:rFonts w:ascii="Arial" w:hAnsi="Arial" w:cs="Arial"/>
          <w:noProof/>
          <w:sz w:val="20"/>
          <w:szCs w:val="20"/>
          <w:lang w:val="en-NZ" w:eastAsia="en-NZ"/>
        </w:rPr>
        <w:drawing>
          <wp:anchor distT="0" distB="0" distL="114300" distR="114300" simplePos="0" relativeHeight="251661312" behindDoc="1" locked="0" layoutInCell="1" allowOverlap="1" wp14:anchorId="15C92C2D" wp14:editId="61B07D8E">
            <wp:simplePos x="0" y="0"/>
            <wp:positionH relativeFrom="column">
              <wp:posOffset>-1162050</wp:posOffset>
            </wp:positionH>
            <wp:positionV relativeFrom="paragraph">
              <wp:posOffset>-933450</wp:posOffset>
            </wp:positionV>
            <wp:extent cx="7579360" cy="10734675"/>
            <wp:effectExtent l="0" t="0" r="2540" b="9525"/>
            <wp:wrapNone/>
            <wp:docPr id="2" name="il_fi" descr="http://www.google.co.nz/url?source=imgres&amp;ct=img&amp;q=http://images.free-extras.com/pics/g/grass-603.jpg&amp;sa=X&amp;ei=nAbwTabcA4_4sAO6yeGiDg&amp;ved=0CAQQ8wc&amp;usg=AFQjCNEVd635J95LZa_tr6yuCGOQQLuwa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co.nz/url?source=imgres&amp;ct=img&amp;q=http://images.free-extras.com/pics/g/grass-603.jpg&amp;sa=X&amp;ei=nAbwTabcA4_4sAO6yeGiDg&amp;ved=0CAQQ8wc&amp;usg=AFQjCNEVd635J95LZa_tr6yuCGOQQLuwa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9360" cy="1073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499A">
        <w:rPr>
          <w:rFonts w:ascii="Arial" w:hAnsi="Arial" w:cs="Arial"/>
          <w:noProof/>
          <w:sz w:val="21"/>
          <w:szCs w:val="21"/>
          <w:lang w:val="en-NZ" w:eastAsia="en-NZ"/>
        </w:rPr>
        <w:drawing>
          <wp:anchor distT="0" distB="0" distL="114300" distR="114300" simplePos="0" relativeHeight="251658240" behindDoc="0" locked="0" layoutInCell="1" allowOverlap="1" wp14:anchorId="3F563B38" wp14:editId="6A2AA3D1">
            <wp:simplePos x="0" y="0"/>
            <wp:positionH relativeFrom="column">
              <wp:posOffset>638175</wp:posOffset>
            </wp:positionH>
            <wp:positionV relativeFrom="paragraph">
              <wp:posOffset>-171450</wp:posOffset>
            </wp:positionV>
            <wp:extent cx="3705225" cy="1847850"/>
            <wp:effectExtent l="0" t="0" r="0" b="0"/>
            <wp:wrapNone/>
            <wp:docPr id="1" name="PreviewImage" descr="Render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Image" descr="Rendered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0" b="99505" l="0" r="100000">
                                  <a14:backgroundMark x1="81572" y1="53960" x2="80344" y2="54455"/>
                                  <a14:backgroundMark x1="79607" y1="55941" x2="80835" y2="53960"/>
                                  <a14:backgroundMark x1="82555" y1="83663" x2="81081" y2="83168"/>
                                  <a14:backgroundMark x1="80344" y1="9406" x2="79361" y2="12376"/>
                                  <a14:backgroundMark x1="52088" y1="10396" x2="56020" y2="13861"/>
                                  <a14:backgroundMark x1="14005" y1="4455" x2="14742" y2="7426"/>
                                  <a14:backgroundMark x1="19656" y1="4455" x2="20885" y2="9901"/>
                                  <a14:backgroundMark x1="5897" y1="62376" x2="10811" y2="76733"/>
                                  <a14:backgroundMark x1="5651" y1="52970" x2="9828" y2="54455"/>
                                  <a14:backgroundMark x1="6143" y1="53465" x2="6880" y2="51980"/>
                                  <a14:backgroundMark x1="58722" y1="92574" x2="59951" y2="89604"/>
                                  <a14:backgroundMark x1="61671" y1="97030" x2="61671" y2="96040"/>
                                  <a14:backgroundMark x1="83047" y1="56436" x2="81818" y2="5841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499A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DB65EA" wp14:editId="7BE18571">
                <wp:simplePos x="0" y="0"/>
                <wp:positionH relativeFrom="column">
                  <wp:posOffset>-67310</wp:posOffset>
                </wp:positionH>
                <wp:positionV relativeFrom="paragraph">
                  <wp:posOffset>1675765</wp:posOffset>
                </wp:positionV>
                <wp:extent cx="5534025" cy="29051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2905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C84" w:rsidRDefault="008E3C84" w:rsidP="00A1499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Maximum ride would listen to her own theme song. </w:t>
                            </w:r>
                          </w:p>
                          <w:p w:rsidR="008E3C84" w:rsidRDefault="008E3C84" w:rsidP="00A1499A">
                            <w:pPr>
                              <w:ind w:left="360"/>
                            </w:pPr>
                            <w:r>
                              <w:t xml:space="preserve">I listen to my theme song because it is awesome and it is my theme song. </w:t>
                            </w:r>
                          </w:p>
                          <w:p w:rsidR="008E3C84" w:rsidRDefault="008E3C84" w:rsidP="00A1499A">
                            <w:pPr>
                              <w:ind w:left="360"/>
                            </w:pPr>
                          </w:p>
                          <w:p w:rsidR="008E3C84" w:rsidRDefault="008E3C84" w:rsidP="008E3C8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What I</w:t>
                            </w:r>
                            <w:r w:rsidRPr="008E3C84">
                              <w:t>'ve done by Linkin Park</w:t>
                            </w:r>
                            <w:r>
                              <w:t>.</w:t>
                            </w:r>
                          </w:p>
                          <w:p w:rsidR="008E3C84" w:rsidRDefault="008E3C84" w:rsidP="008E3C84">
                            <w:pPr>
                              <w:ind w:left="360"/>
                            </w:pPr>
                            <w:r>
                              <w:t>Because it is a good fighting song.</w:t>
                            </w:r>
                          </w:p>
                          <w:p w:rsidR="008E3C84" w:rsidRDefault="008E3C84" w:rsidP="008E3C84">
                            <w:pPr>
                              <w:ind w:left="360"/>
                            </w:pPr>
                          </w:p>
                          <w:p w:rsidR="008E3C84" w:rsidRDefault="008E3C84" w:rsidP="008E3C8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8E3C84">
                              <w:t>This Love by Maroon 5</w:t>
                            </w:r>
                            <w:r>
                              <w:t>.</w:t>
                            </w:r>
                          </w:p>
                          <w:p w:rsidR="008E3C84" w:rsidRDefault="008E3C84" w:rsidP="008E3C84">
                            <w:pPr>
                              <w:ind w:left="360"/>
                            </w:pPr>
                            <w:r>
                              <w:t xml:space="preserve">I like this song because it is a love song for Fang. </w:t>
                            </w:r>
                            <w:r>
                              <w:br/>
                            </w:r>
                          </w:p>
                          <w:p w:rsidR="008E3C84" w:rsidRDefault="008E3C84" w:rsidP="008E3C8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8E3C84">
                              <w:t>I'm like a bird by Nelly Furtado</w:t>
                            </w:r>
                            <w:r>
                              <w:t>.</w:t>
                            </w:r>
                          </w:p>
                          <w:p w:rsidR="008E3C84" w:rsidRDefault="008E3C84" w:rsidP="008E3C84">
                            <w:pPr>
                              <w:ind w:left="360"/>
                            </w:pPr>
                            <w:r>
                              <w:t>Because I can fly like a bird.</w:t>
                            </w:r>
                          </w:p>
                          <w:p w:rsidR="008E3C84" w:rsidRDefault="008E3C84" w:rsidP="008E3C84">
                            <w:pPr>
                              <w:ind w:left="360"/>
                            </w:pPr>
                          </w:p>
                          <w:p w:rsidR="008E3C84" w:rsidRDefault="007718C3" w:rsidP="007718C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7718C3">
                              <w:t>Battlefield by Jordan Sparks</w:t>
                            </w:r>
                            <w:r>
                              <w:t>.</w:t>
                            </w:r>
                          </w:p>
                          <w:p w:rsidR="007718C3" w:rsidRDefault="007718C3" w:rsidP="007718C3">
                            <w:pPr>
                              <w:ind w:left="360"/>
                            </w:pPr>
                            <w:r>
                              <w:t xml:space="preserve">I like this song because it </w:t>
                            </w:r>
                            <w:r w:rsidR="00E26D4D">
                              <w:t>helps me get over anger.</w:t>
                            </w:r>
                            <w:bookmarkStart w:id="0" w:name="_GoBack"/>
                            <w:bookmarkEnd w:id="0"/>
                          </w:p>
                          <w:p w:rsidR="008E3C84" w:rsidRDefault="008E3C84" w:rsidP="008E3C84">
                            <w:pPr>
                              <w:ind w:left="360"/>
                            </w:pPr>
                          </w:p>
                          <w:p w:rsidR="008E3C84" w:rsidRDefault="008E3C84" w:rsidP="008E3C84">
                            <w:pPr>
                              <w:ind w:left="360"/>
                            </w:pPr>
                          </w:p>
                          <w:p w:rsidR="008E3C84" w:rsidRDefault="008E3C84" w:rsidP="00A1499A">
                            <w:pPr>
                              <w:ind w:left="36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.3pt;margin-top:131.95pt;width:435.75pt;height:22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">
                <v:textbox>
                  <w:txbxContent>
                    <w:p w:rsidR="008E3C84" w:rsidRDefault="008E3C84" w:rsidP="00A1499A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Maximum ride would listen to her own theme song. </w:t>
                      </w:r>
                    </w:p>
                    <w:p w:rsidR="008E3C84" w:rsidRDefault="008E3C84" w:rsidP="00A1499A">
                      <w:pPr>
                        <w:ind w:left="360"/>
                      </w:pPr>
                      <w:r>
                        <w:t xml:space="preserve">I listen to my theme song because it is awesome and it is my theme song. </w:t>
                      </w:r>
                    </w:p>
                    <w:p w:rsidR="008E3C84" w:rsidRDefault="008E3C84" w:rsidP="00A1499A">
                      <w:pPr>
                        <w:ind w:left="360"/>
                      </w:pPr>
                    </w:p>
                    <w:p w:rsidR="008E3C84" w:rsidRDefault="008E3C84" w:rsidP="008E3C84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What I</w:t>
                      </w:r>
                      <w:r w:rsidRPr="008E3C84">
                        <w:t>'ve done by Linkin Park</w:t>
                      </w:r>
                      <w:r>
                        <w:t>.</w:t>
                      </w:r>
                    </w:p>
                    <w:p w:rsidR="008E3C84" w:rsidRDefault="008E3C84" w:rsidP="008E3C84">
                      <w:pPr>
                        <w:ind w:left="360"/>
                      </w:pPr>
                      <w:r>
                        <w:t>Because it is a good fighting song.</w:t>
                      </w:r>
                    </w:p>
                    <w:p w:rsidR="008E3C84" w:rsidRDefault="008E3C84" w:rsidP="008E3C84">
                      <w:pPr>
                        <w:ind w:left="360"/>
                      </w:pPr>
                    </w:p>
                    <w:p w:rsidR="008E3C84" w:rsidRDefault="008E3C84" w:rsidP="008E3C84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8E3C84">
                        <w:t>This Love by Maroon 5</w:t>
                      </w:r>
                      <w:r>
                        <w:t>.</w:t>
                      </w:r>
                    </w:p>
                    <w:p w:rsidR="008E3C84" w:rsidRDefault="008E3C84" w:rsidP="008E3C84">
                      <w:pPr>
                        <w:ind w:left="360"/>
                      </w:pPr>
                      <w:r>
                        <w:t xml:space="preserve">I like this song because it is a love song for Fang. </w:t>
                      </w:r>
                      <w:r>
                        <w:br/>
                      </w:r>
                    </w:p>
                    <w:p w:rsidR="008E3C84" w:rsidRDefault="008E3C84" w:rsidP="008E3C84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8E3C84">
                        <w:t>I'm like a bird by Nelly Furtado</w:t>
                      </w:r>
                      <w:r>
                        <w:t>.</w:t>
                      </w:r>
                    </w:p>
                    <w:p w:rsidR="008E3C84" w:rsidRDefault="008E3C84" w:rsidP="008E3C84">
                      <w:pPr>
                        <w:ind w:left="360"/>
                      </w:pPr>
                      <w:r>
                        <w:t>Because I can fly like a bird.</w:t>
                      </w:r>
                    </w:p>
                    <w:p w:rsidR="008E3C84" w:rsidRDefault="008E3C84" w:rsidP="008E3C84">
                      <w:pPr>
                        <w:ind w:left="360"/>
                      </w:pPr>
                    </w:p>
                    <w:p w:rsidR="008E3C84" w:rsidRDefault="007718C3" w:rsidP="007718C3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7718C3">
                        <w:t>Battlefield by Jordan Sparks</w:t>
                      </w:r>
                      <w:r>
                        <w:t>.</w:t>
                      </w:r>
                    </w:p>
                    <w:p w:rsidR="007718C3" w:rsidRDefault="007718C3" w:rsidP="007718C3">
                      <w:pPr>
                        <w:ind w:left="360"/>
                      </w:pPr>
                      <w:r>
                        <w:t xml:space="preserve">I like this song because it </w:t>
                      </w:r>
                      <w:r w:rsidR="00E26D4D">
                        <w:t>helps me get over anger.</w:t>
                      </w:r>
                      <w:bookmarkStart w:id="1" w:name="_GoBack"/>
                      <w:bookmarkEnd w:id="1"/>
                    </w:p>
                    <w:p w:rsidR="008E3C84" w:rsidRDefault="008E3C84" w:rsidP="008E3C84">
                      <w:pPr>
                        <w:ind w:left="360"/>
                      </w:pPr>
                    </w:p>
                    <w:p w:rsidR="008E3C84" w:rsidRDefault="008E3C84" w:rsidP="008E3C84">
                      <w:pPr>
                        <w:ind w:left="360"/>
                      </w:pPr>
                    </w:p>
                    <w:p w:rsidR="008E3C84" w:rsidRDefault="008E3C84" w:rsidP="00A1499A">
                      <w:pPr>
                        <w:ind w:left="360"/>
                      </w:pPr>
                    </w:p>
                  </w:txbxContent>
                </v:textbox>
              </v:shape>
            </w:pict>
          </mc:Fallback>
        </mc:AlternateContent>
      </w:r>
    </w:p>
    <w:sectPr w:rsidR="00C013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F423A"/>
    <w:multiLevelType w:val="hybridMultilevel"/>
    <w:tmpl w:val="95044D8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056"/>
    <w:rsid w:val="003C10E3"/>
    <w:rsid w:val="007718C3"/>
    <w:rsid w:val="008E3C84"/>
    <w:rsid w:val="009462B6"/>
    <w:rsid w:val="00A1499A"/>
    <w:rsid w:val="00C01382"/>
    <w:rsid w:val="00E26D4D"/>
    <w:rsid w:val="00F2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70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056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A149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70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056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A149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F959C437</Template>
  <TotalTime>0</TotalTime>
  <Pages>1</Pages>
  <Words>0</Words>
  <Characters>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Kentigern School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BAllen</dc:creator>
  <cp:lastModifiedBy>BAllen</cp:lastModifiedBy>
  <cp:revision>2</cp:revision>
  <cp:lastPrinted>2011-06-13T20:39:00Z</cp:lastPrinted>
  <dcterms:created xsi:type="dcterms:W3CDTF">2011-06-13T20:56:00Z</dcterms:created>
  <dcterms:modified xsi:type="dcterms:W3CDTF">2011-06-13T20:56:00Z</dcterms:modified>
</cp:coreProperties>
</file>